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A5167A-9013-4338-A25E-C037725030A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